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B4A" w:rsidRPr="00C74B4F" w:rsidRDefault="00415B4A" w:rsidP="00BD1B95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4"/>
          <w:lang w:eastAsia="ru-RU"/>
        </w:rPr>
      </w:pPr>
      <w:bookmarkStart w:id="0" w:name="_Toc364713916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24pt;margin-top:-45pt;width:173.25pt;height:119.35pt;z-index:-251658240;visibility:visible">
            <v:imagedata r:id="rId5" o:title="" croptop="50264f" cropbottom="5799f" cropleft="6931f" cropright="39700f"/>
          </v:shape>
        </w:pict>
      </w:r>
      <w:r w:rsidRPr="00C74B4F">
        <w:rPr>
          <w:rFonts w:ascii="Times New Roman" w:hAnsi="Times New Roman"/>
          <w:b/>
          <w:bCs/>
          <w:sz w:val="28"/>
          <w:szCs w:val="24"/>
          <w:lang w:eastAsia="ru-RU"/>
        </w:rPr>
        <w:t xml:space="preserve">Планируемые результаты изучения </w:t>
      </w:r>
      <w:bookmarkEnd w:id="0"/>
      <w:r w:rsidRPr="004A7559">
        <w:rPr>
          <w:rFonts w:ascii="Times New Roman" w:hAnsi="Times New Roman"/>
          <w:b/>
          <w:sz w:val="28"/>
          <w:szCs w:val="28"/>
          <w:lang w:eastAsia="ar-SA"/>
        </w:rPr>
        <w:t>курса «</w:t>
      </w:r>
      <w:r>
        <w:rPr>
          <w:rFonts w:ascii="Times New Roman" w:hAnsi="Times New Roman"/>
          <w:b/>
          <w:sz w:val="28"/>
          <w:szCs w:val="28"/>
          <w:lang w:eastAsia="ar-SA"/>
        </w:rPr>
        <w:t>Занимательная математика»</w:t>
      </w:r>
      <w:r w:rsidRPr="00C74B4F">
        <w:rPr>
          <w:rFonts w:ascii="Times New Roman" w:hAnsi="Times New Roman"/>
          <w:b/>
          <w:bCs/>
          <w:sz w:val="28"/>
          <w:szCs w:val="24"/>
          <w:lang w:eastAsia="ru-RU"/>
        </w:rPr>
        <w:t xml:space="preserve"> в </w:t>
      </w:r>
      <w:r>
        <w:rPr>
          <w:rFonts w:ascii="Times New Roman" w:hAnsi="Times New Roman"/>
          <w:b/>
          <w:bCs/>
          <w:sz w:val="28"/>
          <w:szCs w:val="24"/>
          <w:lang w:eastAsia="ru-RU"/>
        </w:rPr>
        <w:t>4</w:t>
      </w:r>
      <w:r w:rsidRPr="00C74B4F">
        <w:rPr>
          <w:rFonts w:ascii="Times New Roman" w:hAnsi="Times New Roman"/>
          <w:b/>
          <w:bCs/>
          <w:sz w:val="28"/>
          <w:szCs w:val="24"/>
          <w:lang w:eastAsia="ru-RU"/>
        </w:rPr>
        <w:t xml:space="preserve"> классе.</w:t>
      </w:r>
    </w:p>
    <w:p w:rsidR="00415B4A" w:rsidRPr="00C74B4F" w:rsidRDefault="00415B4A" w:rsidP="00BD1B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74B4F">
        <w:rPr>
          <w:rFonts w:ascii="Times New Roman" w:hAnsi="Times New Roman"/>
          <w:b/>
          <w:i/>
          <w:sz w:val="24"/>
          <w:szCs w:val="24"/>
          <w:lang w:eastAsia="ru-RU"/>
        </w:rPr>
        <w:t>Предметные результаты</w:t>
      </w:r>
      <w:r w:rsidRPr="00C74B4F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15B4A" w:rsidRDefault="00415B4A" w:rsidP="00BD1B95">
      <w:pPr>
        <w:widowControl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C74B4F">
        <w:rPr>
          <w:rFonts w:ascii="Times New Roman" w:hAnsi="Times New Roman"/>
          <w:bCs/>
          <w:sz w:val="24"/>
          <w:szCs w:val="24"/>
          <w:lang w:eastAsia="ru-RU"/>
        </w:rPr>
        <w:t>В результате изучения к</w:t>
      </w:r>
      <w:r>
        <w:rPr>
          <w:rFonts w:ascii="Times New Roman" w:hAnsi="Times New Roman"/>
          <w:bCs/>
          <w:sz w:val="24"/>
          <w:szCs w:val="24"/>
          <w:lang w:eastAsia="ru-RU"/>
        </w:rPr>
        <w:t>урса «Занимательная математика»</w:t>
      </w:r>
      <w:r w:rsidRPr="00C74B4F">
        <w:rPr>
          <w:rFonts w:ascii="Times New Roman" w:hAnsi="Times New Roman"/>
          <w:bCs/>
          <w:sz w:val="24"/>
          <w:szCs w:val="24"/>
          <w:lang w:eastAsia="ru-RU"/>
        </w:rPr>
        <w:t xml:space="preserve"> в </w:t>
      </w:r>
      <w:r>
        <w:rPr>
          <w:rFonts w:ascii="Times New Roman" w:hAnsi="Times New Roman"/>
          <w:bCs/>
          <w:sz w:val="24"/>
          <w:szCs w:val="24"/>
          <w:lang w:eastAsia="ru-RU"/>
        </w:rPr>
        <w:t>4</w:t>
      </w:r>
      <w:r w:rsidRPr="00C74B4F">
        <w:rPr>
          <w:rFonts w:ascii="Times New Roman" w:hAnsi="Times New Roman"/>
          <w:bCs/>
          <w:sz w:val="24"/>
          <w:szCs w:val="24"/>
          <w:lang w:eastAsia="ru-RU"/>
        </w:rPr>
        <w:t xml:space="preserve"> классе ученик научится:</w:t>
      </w:r>
    </w:p>
    <w:p w:rsidR="00415B4A" w:rsidRPr="0004266E" w:rsidRDefault="00415B4A" w:rsidP="00AE6BA2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выполнять  з</w:t>
      </w:r>
      <w:r w:rsidRPr="00AE6BA2">
        <w:rPr>
          <w:rFonts w:ascii="Times New Roman" w:hAnsi="Times New Roman"/>
          <w:bCs/>
          <w:sz w:val="24"/>
          <w:szCs w:val="24"/>
        </w:rPr>
        <w:t>аниматель</w:t>
      </w:r>
      <w:r>
        <w:rPr>
          <w:rFonts w:ascii="Times New Roman" w:hAnsi="Times New Roman"/>
          <w:bCs/>
          <w:sz w:val="24"/>
          <w:szCs w:val="24"/>
        </w:rPr>
        <w:t xml:space="preserve">ные задания с римскими цифрами;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415B4A" w:rsidRDefault="00415B4A" w:rsidP="00CE2BD5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решать </w:t>
      </w:r>
      <w:r w:rsidRPr="0004266E">
        <w:rPr>
          <w:rFonts w:ascii="Times New Roman" w:hAnsi="Times New Roman"/>
          <w:bCs/>
          <w:sz w:val="24"/>
          <w:szCs w:val="24"/>
        </w:rPr>
        <w:t>нестандартны</w:t>
      </w:r>
      <w:r>
        <w:rPr>
          <w:rFonts w:ascii="Times New Roman" w:hAnsi="Times New Roman"/>
          <w:bCs/>
          <w:sz w:val="24"/>
          <w:szCs w:val="24"/>
        </w:rPr>
        <w:t>е и занимательные</w:t>
      </w:r>
      <w:r w:rsidRPr="0004266E">
        <w:rPr>
          <w:rFonts w:ascii="Times New Roman" w:hAnsi="Times New Roman"/>
          <w:bCs/>
          <w:sz w:val="24"/>
          <w:szCs w:val="24"/>
        </w:rPr>
        <w:t xml:space="preserve"> задач</w:t>
      </w:r>
      <w:r>
        <w:rPr>
          <w:rFonts w:ascii="Times New Roman" w:hAnsi="Times New Roman"/>
          <w:bCs/>
          <w:sz w:val="24"/>
          <w:szCs w:val="24"/>
        </w:rPr>
        <w:t>и;</w:t>
      </w:r>
    </w:p>
    <w:p w:rsidR="00415B4A" w:rsidRDefault="00415B4A" w:rsidP="00AE6BA2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решать задачи с единицами времени, массы; </w:t>
      </w:r>
    </w:p>
    <w:p w:rsidR="00415B4A" w:rsidRDefault="00415B4A" w:rsidP="00CE2BD5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решать з</w:t>
      </w:r>
      <w:r w:rsidRPr="00CE2BD5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дачи, имеющие несколько решений;</w:t>
      </w:r>
    </w:p>
    <w:p w:rsidR="00415B4A" w:rsidRDefault="00415B4A" w:rsidP="00AE6BA2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распознавать о</w:t>
      </w:r>
      <w:r w:rsidRPr="00AE6BA2">
        <w:rPr>
          <w:rFonts w:ascii="Times New Roman" w:hAnsi="Times New Roman"/>
          <w:bCs/>
          <w:sz w:val="24"/>
          <w:szCs w:val="24"/>
        </w:rPr>
        <w:t>бъёмные фигуры: цил</w:t>
      </w:r>
      <w:r>
        <w:rPr>
          <w:rFonts w:ascii="Times New Roman" w:hAnsi="Times New Roman"/>
          <w:bCs/>
          <w:sz w:val="24"/>
          <w:szCs w:val="24"/>
        </w:rPr>
        <w:t>индр, конус, пирамида, шар, куб;</w:t>
      </w:r>
    </w:p>
    <w:p w:rsidR="00415B4A" w:rsidRPr="00CE2BD5" w:rsidRDefault="00415B4A" w:rsidP="00AE6BA2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</w:t>
      </w:r>
      <w:r w:rsidRPr="00AE6BA2">
        <w:rPr>
          <w:rFonts w:ascii="Times New Roman" w:hAnsi="Times New Roman"/>
          <w:bCs/>
          <w:sz w:val="24"/>
          <w:szCs w:val="24"/>
        </w:rPr>
        <w:t>озда</w:t>
      </w:r>
      <w:r>
        <w:rPr>
          <w:rFonts w:ascii="Times New Roman" w:hAnsi="Times New Roman"/>
          <w:bCs/>
          <w:sz w:val="24"/>
          <w:szCs w:val="24"/>
        </w:rPr>
        <w:t>вать объёмные</w:t>
      </w:r>
      <w:r w:rsidRPr="00AE6BA2">
        <w:rPr>
          <w:rFonts w:ascii="Times New Roman" w:hAnsi="Times New Roman"/>
          <w:bCs/>
          <w:sz w:val="24"/>
          <w:szCs w:val="24"/>
        </w:rPr>
        <w:t xml:space="preserve"> фигур</w:t>
      </w:r>
      <w:r>
        <w:rPr>
          <w:rFonts w:ascii="Times New Roman" w:hAnsi="Times New Roman"/>
          <w:bCs/>
          <w:sz w:val="24"/>
          <w:szCs w:val="24"/>
        </w:rPr>
        <w:t>ы</w:t>
      </w:r>
      <w:r w:rsidRPr="00AE6BA2">
        <w:rPr>
          <w:rFonts w:ascii="Times New Roman" w:hAnsi="Times New Roman"/>
          <w:bCs/>
          <w:sz w:val="24"/>
          <w:szCs w:val="24"/>
        </w:rPr>
        <w:t xml:space="preserve"> из развёрток: цилиндр, призма шестиугольная, призма треугольная, куб, конус, четырёхугольная пирамида, октаэдр, параллелепипед, </w:t>
      </w:r>
      <w:r>
        <w:rPr>
          <w:rFonts w:ascii="Times New Roman" w:hAnsi="Times New Roman"/>
          <w:bCs/>
          <w:sz w:val="24"/>
          <w:szCs w:val="24"/>
        </w:rPr>
        <w:t>усечённый конус, усечённая пира</w:t>
      </w:r>
      <w:r w:rsidRPr="00AE6BA2">
        <w:rPr>
          <w:rFonts w:ascii="Times New Roman" w:hAnsi="Times New Roman"/>
          <w:bCs/>
          <w:sz w:val="24"/>
          <w:szCs w:val="24"/>
        </w:rPr>
        <w:t>мида, пятиугольная пирамида, икосаэдр (по выбору обучающихся).</w:t>
      </w:r>
    </w:p>
    <w:p w:rsidR="00415B4A" w:rsidRPr="00C74B4F" w:rsidRDefault="00415B4A" w:rsidP="00BD1B95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74B4F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Личностные результаты </w:t>
      </w:r>
      <w:r w:rsidRPr="00C74B4F">
        <w:rPr>
          <w:rFonts w:ascii="Times New Roman" w:hAnsi="Times New Roman"/>
          <w:i/>
          <w:sz w:val="24"/>
        </w:rPr>
        <w:t xml:space="preserve"> </w:t>
      </w:r>
    </w:p>
    <w:p w:rsidR="00415B4A" w:rsidRDefault="00415B4A" w:rsidP="00BD1B95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C74B4F">
        <w:rPr>
          <w:rFonts w:ascii="Times New Roman" w:hAnsi="Times New Roman"/>
          <w:sz w:val="24"/>
        </w:rPr>
        <w:t xml:space="preserve">развитие любознательности, сообразительности при выполнении разнообразных заданий проблемного и эвристического характера; </w:t>
      </w:r>
    </w:p>
    <w:p w:rsidR="00415B4A" w:rsidRDefault="00415B4A" w:rsidP="00BD1B95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C74B4F">
        <w:rPr>
          <w:rFonts w:ascii="Times New Roman" w:hAnsi="Times New Roman"/>
          <w:sz w:val="24"/>
        </w:rPr>
        <w:t xml:space="preserve">развитие внимательности, настойчивости, целеустремлённости, умения преодолевать трудности — качеств весьма важных в практической деятельности любого человека; </w:t>
      </w:r>
    </w:p>
    <w:p w:rsidR="00415B4A" w:rsidRDefault="00415B4A" w:rsidP="00BD1B95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C74B4F">
        <w:rPr>
          <w:rFonts w:ascii="Times New Roman" w:hAnsi="Times New Roman"/>
          <w:sz w:val="24"/>
        </w:rPr>
        <w:t>воспитание чувства с</w:t>
      </w:r>
      <w:r>
        <w:rPr>
          <w:rFonts w:ascii="Times New Roman" w:hAnsi="Times New Roman"/>
          <w:sz w:val="24"/>
        </w:rPr>
        <w:t>праведливости, ответственности;</w:t>
      </w:r>
    </w:p>
    <w:p w:rsidR="00415B4A" w:rsidRPr="003C0D0D" w:rsidRDefault="00415B4A" w:rsidP="003C0D0D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3C0D0D">
        <w:rPr>
          <w:rFonts w:ascii="Times New Roman" w:hAnsi="Times New Roman"/>
          <w:sz w:val="24"/>
        </w:rPr>
        <w:t>развитие самостоятельности суждений, независимости и нестандартности мышления.</w:t>
      </w:r>
    </w:p>
    <w:p w:rsidR="00415B4A" w:rsidRPr="00B1513A" w:rsidRDefault="00415B4A" w:rsidP="00BD1B95">
      <w:pPr>
        <w:suppressAutoHyphens/>
        <w:spacing w:after="0" w:line="240" w:lineRule="auto"/>
        <w:jc w:val="both"/>
        <w:rPr>
          <w:rFonts w:ascii="Times New Roman" w:hAnsi="Times New Roman"/>
          <w:b/>
          <w:sz w:val="32"/>
          <w:szCs w:val="28"/>
          <w:lang w:eastAsia="ar-SA"/>
        </w:rPr>
      </w:pPr>
      <w:r>
        <w:rPr>
          <w:rFonts w:ascii="Times New Roman" w:hAnsi="Times New Roman"/>
          <w:b/>
          <w:i/>
          <w:sz w:val="24"/>
        </w:rPr>
        <w:t xml:space="preserve"> </w:t>
      </w:r>
      <w:r w:rsidRPr="00B1513A">
        <w:rPr>
          <w:rFonts w:ascii="Times New Roman" w:hAnsi="Times New Roman"/>
          <w:b/>
          <w:i/>
          <w:sz w:val="24"/>
        </w:rPr>
        <w:t>Метапредметные результаты</w:t>
      </w:r>
      <w:r w:rsidRPr="00B1513A">
        <w:rPr>
          <w:rFonts w:ascii="Times New Roman" w:hAnsi="Times New Roman"/>
          <w:sz w:val="24"/>
        </w:rPr>
        <w:t xml:space="preserve">  </w:t>
      </w:r>
    </w:p>
    <w:p w:rsidR="00415B4A" w:rsidRDefault="00415B4A" w:rsidP="00BD1B95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74B4F">
        <w:rPr>
          <w:rFonts w:ascii="Times New Roman" w:hAnsi="Times New Roman"/>
          <w:sz w:val="24"/>
          <w:szCs w:val="24"/>
          <w:lang w:eastAsia="ar-SA"/>
        </w:rPr>
        <w:t>сравнивать разные приёмы действий, выбирать удобные способы для выполнения конкретного задания;</w:t>
      </w:r>
    </w:p>
    <w:p w:rsidR="00415B4A" w:rsidRDefault="00415B4A" w:rsidP="00BD1B95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74B4F">
        <w:rPr>
          <w:rFonts w:ascii="Times New Roman" w:hAnsi="Times New Roman"/>
          <w:sz w:val="24"/>
          <w:szCs w:val="24"/>
          <w:lang w:eastAsia="ar-SA"/>
        </w:rPr>
        <w:t>моделировать в процессе совместного обсуждения алгоритм решения числового кроссворда; использовать его в ходе самостоятельной работы;</w:t>
      </w:r>
    </w:p>
    <w:p w:rsidR="00415B4A" w:rsidRDefault="00415B4A" w:rsidP="00BD1B95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74B4F">
        <w:rPr>
          <w:rFonts w:ascii="Times New Roman" w:hAnsi="Times New Roman"/>
          <w:sz w:val="24"/>
          <w:szCs w:val="24"/>
          <w:lang w:eastAsia="ar-SA"/>
        </w:rPr>
        <w:t>применять изученные способы учебной работы и приёмы вычислений для работы с числовыми головоломками;</w:t>
      </w:r>
    </w:p>
    <w:p w:rsidR="00415B4A" w:rsidRDefault="00415B4A" w:rsidP="00BD1B95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74B4F">
        <w:rPr>
          <w:rFonts w:ascii="Times New Roman" w:hAnsi="Times New Roman"/>
          <w:sz w:val="24"/>
          <w:szCs w:val="24"/>
          <w:lang w:eastAsia="ar-SA"/>
        </w:rPr>
        <w:t>анализировать правила игры, действовать в соответствии с заданными правилами;</w:t>
      </w:r>
    </w:p>
    <w:p w:rsidR="00415B4A" w:rsidRDefault="00415B4A" w:rsidP="00BD1B95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74B4F">
        <w:rPr>
          <w:rFonts w:ascii="Times New Roman" w:hAnsi="Times New Roman"/>
          <w:sz w:val="24"/>
          <w:szCs w:val="24"/>
          <w:lang w:eastAsia="ar-SA"/>
        </w:rPr>
        <w:t>включаться в групповую работу, участвовать в обсуждении проблемных вопросов, высказывать собственное мнение и аргументировать его;</w:t>
      </w:r>
    </w:p>
    <w:p w:rsidR="00415B4A" w:rsidRDefault="00415B4A" w:rsidP="00BD1B95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74B4F">
        <w:rPr>
          <w:rFonts w:ascii="Times New Roman" w:hAnsi="Times New Roman"/>
          <w:sz w:val="24"/>
          <w:szCs w:val="24"/>
          <w:lang w:eastAsia="ar-SA"/>
        </w:rPr>
        <w:t>выполнять пробное учебное действие, фиксировать индивидуальное затруднение в пробном действии;</w:t>
      </w:r>
    </w:p>
    <w:p w:rsidR="00415B4A" w:rsidRDefault="00415B4A" w:rsidP="00BD1B95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74B4F">
        <w:rPr>
          <w:rFonts w:ascii="Times New Roman" w:hAnsi="Times New Roman"/>
          <w:sz w:val="24"/>
          <w:szCs w:val="24"/>
          <w:lang w:eastAsia="ar-SA"/>
        </w:rPr>
        <w:t>аргументировать свою позицию в коммуникации, учитывать разные мнения, использовать критерии для обоснования своего суждения;</w:t>
      </w:r>
    </w:p>
    <w:p w:rsidR="00415B4A" w:rsidRDefault="00415B4A" w:rsidP="00BD1B95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74B4F">
        <w:rPr>
          <w:rFonts w:ascii="Times New Roman" w:hAnsi="Times New Roman"/>
          <w:sz w:val="24"/>
          <w:szCs w:val="24"/>
          <w:lang w:eastAsia="ar-SA"/>
        </w:rPr>
        <w:t>сопоставлять полученный (промежуточный, итоговый) результат с заданным условием;</w:t>
      </w:r>
    </w:p>
    <w:p w:rsidR="00415B4A" w:rsidRPr="00C74B4F" w:rsidRDefault="00415B4A" w:rsidP="00BD1B95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74B4F">
        <w:rPr>
          <w:rFonts w:ascii="Times New Roman" w:hAnsi="Times New Roman"/>
          <w:sz w:val="24"/>
          <w:szCs w:val="24"/>
          <w:lang w:eastAsia="ar-SA"/>
        </w:rPr>
        <w:t>контролировать свою деятельность: обнаруживать и исправлять ошибки.</w:t>
      </w:r>
    </w:p>
    <w:p w:rsidR="00415B4A" w:rsidRPr="00C74B4F" w:rsidRDefault="00415B4A" w:rsidP="00BD1B95">
      <w:pPr>
        <w:suppressAutoHyphens/>
        <w:spacing w:after="0" w:line="240" w:lineRule="auto"/>
        <w:jc w:val="both"/>
        <w:rPr>
          <w:rFonts w:ascii="Times New Roman" w:hAnsi="Times New Roman"/>
          <w:b/>
          <w:sz w:val="32"/>
          <w:szCs w:val="28"/>
          <w:lang w:eastAsia="ar-SA"/>
        </w:rPr>
      </w:pPr>
      <w:r>
        <w:rPr>
          <w:rFonts w:ascii="Times New Roman" w:hAnsi="Times New Roman"/>
          <w:b/>
          <w:sz w:val="32"/>
          <w:szCs w:val="28"/>
          <w:lang w:eastAsia="ar-SA"/>
        </w:rPr>
        <w:t xml:space="preserve"> </w:t>
      </w:r>
    </w:p>
    <w:p w:rsidR="00415B4A" w:rsidRDefault="00415B4A" w:rsidP="00BD1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7559">
        <w:rPr>
          <w:rFonts w:ascii="Times New Roman" w:hAnsi="Times New Roman"/>
          <w:b/>
          <w:sz w:val="28"/>
          <w:szCs w:val="28"/>
          <w:lang w:eastAsia="ru-RU"/>
        </w:rPr>
        <w:t>Содержание программы кружка</w:t>
      </w:r>
    </w:p>
    <w:p w:rsidR="00415B4A" w:rsidRPr="004A7559" w:rsidRDefault="00415B4A" w:rsidP="00BD1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15B4A" w:rsidRPr="00533BD1" w:rsidRDefault="00415B4A" w:rsidP="00BD1B9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533BD1">
        <w:rPr>
          <w:rFonts w:ascii="Times New Roman" w:hAnsi="Times New Roman"/>
          <w:b/>
          <w:sz w:val="24"/>
          <w:szCs w:val="24"/>
          <w:lang w:eastAsia="ar-SA"/>
        </w:rPr>
        <w:t>Числа. Арифметические действия. Величины.</w:t>
      </w:r>
    </w:p>
    <w:p w:rsidR="00415B4A" w:rsidRPr="00533BD1" w:rsidRDefault="00415B4A" w:rsidP="00E90FB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33BD1">
        <w:rPr>
          <w:rFonts w:ascii="Times New Roman" w:hAnsi="Times New Roman"/>
          <w:sz w:val="24"/>
          <w:szCs w:val="24"/>
          <w:lang w:eastAsia="ar-SA"/>
        </w:rPr>
        <w:t>Таблица умножения однозначных чисел и соответствующие случаи деления. Числовые головоломки: соединение чисел знаками действия так, чтобы в ответе получилось заданное число, и др. Поиск нескольких решений. Восстановление примеров: поиск цифры, которая скрыта. Последовательное выполнение арифметических действий: отгадывание задуманных чисел. Заполнение числовых кроссвордов. Числа-великаны (миллион и др.). Числовой палиндром: число, которое читается одинаково слева направо и справа налево.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33BD1">
        <w:rPr>
          <w:rFonts w:ascii="Times New Roman" w:hAnsi="Times New Roman"/>
          <w:sz w:val="24"/>
          <w:szCs w:val="24"/>
          <w:lang w:eastAsia="ar-SA"/>
        </w:rPr>
        <w:t>Поиск и чтение слов, связанных с математикой (в таблице, ходом шахматного коня и др.). Заниматель</w:t>
      </w:r>
      <w:r>
        <w:rPr>
          <w:rFonts w:ascii="Times New Roman" w:hAnsi="Times New Roman"/>
          <w:sz w:val="24"/>
          <w:szCs w:val="24"/>
          <w:lang w:eastAsia="ar-SA"/>
        </w:rPr>
        <w:t xml:space="preserve">ные задания с римскими цифрами. </w:t>
      </w:r>
      <w:r w:rsidRPr="00533BD1">
        <w:rPr>
          <w:rFonts w:ascii="Times New Roman" w:hAnsi="Times New Roman"/>
          <w:sz w:val="24"/>
          <w:szCs w:val="24"/>
          <w:lang w:eastAsia="ar-SA"/>
        </w:rPr>
        <w:t xml:space="preserve">Время. Единицы времени. Масса. Единицы массы. Литр. </w:t>
      </w:r>
    </w:p>
    <w:p w:rsidR="00415B4A" w:rsidRPr="00533BD1" w:rsidRDefault="00415B4A" w:rsidP="00E90FB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33BD1">
        <w:rPr>
          <w:rFonts w:ascii="Times New Roman" w:hAnsi="Times New Roman"/>
          <w:b/>
          <w:sz w:val="24"/>
          <w:szCs w:val="24"/>
          <w:lang w:eastAsia="ar-SA"/>
        </w:rPr>
        <w:t>Мир занимательных задач.</w:t>
      </w:r>
    </w:p>
    <w:p w:rsidR="00415B4A" w:rsidRPr="00533BD1" w:rsidRDefault="00415B4A" w:rsidP="00E90FB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33BD1">
        <w:rPr>
          <w:rFonts w:ascii="Times New Roman" w:hAnsi="Times New Roman"/>
          <w:sz w:val="24"/>
          <w:szCs w:val="24"/>
          <w:lang w:eastAsia="ar-SA"/>
        </w:rPr>
        <w:t>Задачи, допускающие несколько способов решения. Задачи с недостаточными, некорректными данными, с избыточным составом условия. Последовательность шагов (алгоритм) решения задачи. Задачи, имеющие несколько решений. Обратные задачи и задания. Ориентировка в тексте задачи, выделение условия и вопроса, данных и искомых чисел (величин). Выбор необходимой информации, содержащейся в тексте задачи, на рисунке или в таблице, для ответа на заданные вопросы. Старинные задачи. Логические задачи. Составление аналогичных задач и заданий. Нестандартные задачи. Использование знаково-символических средств для моделирования ситуаций, описанных в задачах. Задачи, решаемые способом перебора. «Открытые» задачи и задания. Задачи и задания по проверке готовых решений, в том числе неверных. Анализ и оценка готовых решений задачи, выбор верных решений.</w:t>
      </w:r>
      <w:r w:rsidRPr="00533BD1">
        <w:t xml:space="preserve"> </w:t>
      </w:r>
      <w:r w:rsidRPr="00533BD1">
        <w:rPr>
          <w:rFonts w:ascii="Times New Roman" w:hAnsi="Times New Roman"/>
          <w:sz w:val="24"/>
          <w:szCs w:val="24"/>
          <w:lang w:eastAsia="ar-SA"/>
        </w:rPr>
        <w:t>Решение олимпиадных задач международного конкурса «Кенгуру». Воспроизведение способа решения задачи. Выбор наиболее эффективных способов решения.</w:t>
      </w:r>
    </w:p>
    <w:p w:rsidR="00415B4A" w:rsidRPr="00533BD1" w:rsidRDefault="00415B4A" w:rsidP="00BD1B9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533BD1">
        <w:rPr>
          <w:rFonts w:ascii="Times New Roman" w:hAnsi="Times New Roman"/>
          <w:b/>
          <w:sz w:val="24"/>
          <w:szCs w:val="24"/>
          <w:lang w:eastAsia="ar-SA"/>
        </w:rPr>
        <w:t>Геометрическая мозаика</w:t>
      </w:r>
      <w:r>
        <w:rPr>
          <w:rFonts w:ascii="Times New Roman" w:hAnsi="Times New Roman"/>
          <w:b/>
          <w:sz w:val="24"/>
          <w:szCs w:val="24"/>
          <w:lang w:eastAsia="ar-SA"/>
        </w:rPr>
        <w:t>.</w:t>
      </w:r>
    </w:p>
    <w:p w:rsidR="00415B4A" w:rsidRPr="00533BD1" w:rsidRDefault="00415B4A" w:rsidP="00533BD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33BD1">
        <w:rPr>
          <w:rFonts w:ascii="Times New Roman" w:hAnsi="Times New Roman"/>
          <w:sz w:val="24"/>
          <w:szCs w:val="24"/>
          <w:lang w:eastAsia="ar-SA"/>
        </w:rPr>
        <w:t>Расположение деталей фигуры в исходной конструкции (треугольники, таны, уголки, спички). Части фигуры. Место заданной фигуры в конструкции. 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 Разрезание и составление фигур. Деление заданной фигуры на равные по площади части. Поиск заданных фигур в фигурах сложной конфигурации. Решение задач, формирующих геометрическую наблюдательность. Распознавание (нахождение) окружности на орнаменте. Составление (вычерчивание) орнамента с использованием циркуля (по образцу, по собственному замыслу). Объёмные фигуры: цилиндр, конус, пирамида, шар, куб. Моделирование из проволоки. Создание объёмных фигур из развёрток: цилиндр, призма шестиугольная, призма треугольная, куб, конус, четырёхугольная пирамида, октаэдр, параллелепипед, у</w:t>
      </w:r>
      <w:r>
        <w:rPr>
          <w:rFonts w:ascii="Times New Roman" w:hAnsi="Times New Roman"/>
          <w:sz w:val="24"/>
          <w:szCs w:val="24"/>
          <w:lang w:eastAsia="ar-SA"/>
        </w:rPr>
        <w:t>сечённый конус, усечённая пира</w:t>
      </w:r>
      <w:r w:rsidRPr="00533BD1">
        <w:rPr>
          <w:rFonts w:ascii="Times New Roman" w:hAnsi="Times New Roman"/>
          <w:sz w:val="24"/>
          <w:szCs w:val="24"/>
          <w:lang w:eastAsia="ar-SA"/>
        </w:rPr>
        <w:t>мида, пятиугольная пирамида, икосаэдр (по выбору обучающихся).</w:t>
      </w:r>
    </w:p>
    <w:p w:rsidR="00415B4A" w:rsidRPr="002708E6" w:rsidRDefault="00415B4A" w:rsidP="00A3157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15B4A" w:rsidRPr="001F4F38" w:rsidRDefault="00415B4A" w:rsidP="001F4F3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4A7559">
        <w:rPr>
          <w:rFonts w:ascii="Times New Roman" w:hAnsi="Times New Roman"/>
          <w:b/>
          <w:sz w:val="28"/>
          <w:szCs w:val="28"/>
          <w:lang w:eastAsia="ru-RU"/>
        </w:rPr>
        <w:t>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6521"/>
        <w:gridCol w:w="1843"/>
      </w:tblGrid>
      <w:tr w:rsidR="00415B4A" w:rsidRPr="004E4000" w:rsidTr="004E4000">
        <w:tc>
          <w:tcPr>
            <w:tcW w:w="675" w:type="dxa"/>
          </w:tcPr>
          <w:p w:rsidR="00415B4A" w:rsidRPr="004E4000" w:rsidRDefault="00415B4A" w:rsidP="004E4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00">
              <w:rPr>
                <w:rFonts w:ascii="Times New Roman" w:hAnsi="Times New Roman"/>
                <w:sz w:val="24"/>
                <w:szCs w:val="24"/>
              </w:rPr>
              <w:t>№</w:t>
            </w:r>
            <w:r w:rsidRPr="004E400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E4000">
              <w:rPr>
                <w:rFonts w:ascii="Times New Roman" w:hAnsi="Times New Roman"/>
                <w:sz w:val="24"/>
                <w:szCs w:val="24"/>
              </w:rPr>
              <w:t>п</w:t>
            </w:r>
            <w:r w:rsidRPr="004E4000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4E4000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6521" w:type="dxa"/>
          </w:tcPr>
          <w:p w:rsidR="00415B4A" w:rsidRPr="004E4000" w:rsidRDefault="00415B4A" w:rsidP="004E4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00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:rsidR="00415B4A" w:rsidRPr="004E4000" w:rsidRDefault="00415B4A" w:rsidP="004E4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000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15B4A" w:rsidRPr="004E4000" w:rsidTr="004E4000">
        <w:tc>
          <w:tcPr>
            <w:tcW w:w="675" w:type="dxa"/>
          </w:tcPr>
          <w:p w:rsidR="00415B4A" w:rsidRPr="004E4000" w:rsidRDefault="00415B4A" w:rsidP="004E40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00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521" w:type="dxa"/>
          </w:tcPr>
          <w:p w:rsidR="00415B4A" w:rsidRPr="004E4000" w:rsidRDefault="00415B4A" w:rsidP="004E400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E4000">
              <w:rPr>
                <w:rFonts w:ascii="Times New Roman" w:hAnsi="Times New Roman"/>
                <w:sz w:val="24"/>
                <w:szCs w:val="24"/>
                <w:lang w:eastAsia="ar-SA"/>
              </w:rPr>
              <w:t>Числа. Арифметические действия. Величины.</w:t>
            </w:r>
          </w:p>
          <w:p w:rsidR="00415B4A" w:rsidRPr="004E4000" w:rsidRDefault="00415B4A" w:rsidP="004E40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15B4A" w:rsidRPr="004E4000" w:rsidRDefault="00415B4A" w:rsidP="004E4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00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415B4A" w:rsidRPr="004E4000" w:rsidTr="004E4000">
        <w:tc>
          <w:tcPr>
            <w:tcW w:w="675" w:type="dxa"/>
          </w:tcPr>
          <w:p w:rsidR="00415B4A" w:rsidRPr="004E4000" w:rsidRDefault="00415B4A" w:rsidP="004E40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00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521" w:type="dxa"/>
          </w:tcPr>
          <w:p w:rsidR="00415B4A" w:rsidRPr="004E4000" w:rsidRDefault="00415B4A" w:rsidP="004E400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E4000">
              <w:rPr>
                <w:rFonts w:ascii="Times New Roman" w:hAnsi="Times New Roman"/>
                <w:sz w:val="24"/>
                <w:szCs w:val="24"/>
                <w:lang w:eastAsia="ar-SA"/>
              </w:rPr>
              <w:t>Мир занимательных задач.</w:t>
            </w:r>
          </w:p>
          <w:p w:rsidR="00415B4A" w:rsidRPr="004E4000" w:rsidRDefault="00415B4A" w:rsidP="004E40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0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B4A" w:rsidRPr="004E4000" w:rsidRDefault="00415B4A" w:rsidP="004E4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00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15B4A" w:rsidRPr="004E4000" w:rsidTr="004E4000">
        <w:tc>
          <w:tcPr>
            <w:tcW w:w="675" w:type="dxa"/>
          </w:tcPr>
          <w:p w:rsidR="00415B4A" w:rsidRPr="004E4000" w:rsidRDefault="00415B4A" w:rsidP="004E40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00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521" w:type="dxa"/>
          </w:tcPr>
          <w:p w:rsidR="00415B4A" w:rsidRPr="004E4000" w:rsidRDefault="00415B4A" w:rsidP="004E400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E4000">
              <w:rPr>
                <w:rFonts w:ascii="Times New Roman" w:hAnsi="Times New Roman"/>
                <w:sz w:val="24"/>
                <w:szCs w:val="24"/>
                <w:lang w:eastAsia="ar-SA"/>
              </w:rPr>
              <w:t>Геометрическая мозаика.</w:t>
            </w:r>
          </w:p>
          <w:p w:rsidR="00415B4A" w:rsidRPr="004E4000" w:rsidRDefault="00415B4A" w:rsidP="004E40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15B4A" w:rsidRPr="004E4000" w:rsidRDefault="00415B4A" w:rsidP="004E4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0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15B4A" w:rsidRPr="004E4000" w:rsidTr="004E4000">
        <w:tc>
          <w:tcPr>
            <w:tcW w:w="675" w:type="dxa"/>
          </w:tcPr>
          <w:p w:rsidR="00415B4A" w:rsidRPr="004E4000" w:rsidRDefault="00415B4A" w:rsidP="004E40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0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521" w:type="dxa"/>
          </w:tcPr>
          <w:p w:rsidR="00415B4A" w:rsidRPr="004E4000" w:rsidRDefault="00415B4A" w:rsidP="004E40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GoBack"/>
            <w:bookmarkEnd w:id="1"/>
            <w:r w:rsidRPr="004E4000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843" w:type="dxa"/>
          </w:tcPr>
          <w:p w:rsidR="00415B4A" w:rsidRPr="004E4000" w:rsidRDefault="00415B4A" w:rsidP="004E4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000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415B4A" w:rsidRDefault="00415B4A" w:rsidP="001F4F38"/>
    <w:p w:rsidR="00415B4A" w:rsidRDefault="00415B4A" w:rsidP="00264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15B4A" w:rsidRDefault="00415B4A" w:rsidP="00264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15B4A" w:rsidRDefault="00415B4A" w:rsidP="00264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15B4A" w:rsidRDefault="00415B4A" w:rsidP="00264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15B4A" w:rsidRDefault="00415B4A" w:rsidP="00264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15B4A" w:rsidRDefault="00415B4A" w:rsidP="00264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15B4A" w:rsidRDefault="00415B4A" w:rsidP="00264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15B4A" w:rsidRDefault="00415B4A" w:rsidP="00264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15B4A" w:rsidRDefault="00415B4A" w:rsidP="00264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15B4A" w:rsidRDefault="00415B4A" w:rsidP="00264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64A16">
        <w:rPr>
          <w:rFonts w:ascii="Times New Roman" w:hAnsi="Times New Roman"/>
          <w:b/>
          <w:sz w:val="28"/>
          <w:szCs w:val="28"/>
          <w:lang w:eastAsia="ru-RU"/>
        </w:rPr>
        <w:t>Календарно-тематическое планирование кружка</w:t>
      </w:r>
    </w:p>
    <w:p w:rsidR="00415B4A" w:rsidRPr="00264A16" w:rsidRDefault="00415B4A" w:rsidP="00264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64A16">
        <w:rPr>
          <w:rFonts w:ascii="Times New Roman" w:hAnsi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b/>
          <w:sz w:val="28"/>
          <w:szCs w:val="28"/>
          <w:lang w:eastAsia="ar-SA"/>
        </w:rPr>
        <w:t>Занимательная математика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64A16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415B4A" w:rsidRDefault="00415B4A" w:rsidP="00264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264A16">
        <w:rPr>
          <w:rFonts w:ascii="Times New Roman" w:hAnsi="Times New Roman"/>
          <w:b/>
          <w:sz w:val="28"/>
          <w:szCs w:val="28"/>
          <w:lang w:eastAsia="ru-RU"/>
        </w:rPr>
        <w:t xml:space="preserve"> класс</w:t>
      </w:r>
    </w:p>
    <w:p w:rsidR="00415B4A" w:rsidRPr="00264A16" w:rsidRDefault="00415B4A" w:rsidP="00264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5200" w:type="pct"/>
        <w:tblInd w:w="-459" w:type="dxa"/>
        <w:tblLayout w:type="fixed"/>
        <w:tblLook w:val="01E0"/>
      </w:tblPr>
      <w:tblGrid>
        <w:gridCol w:w="846"/>
        <w:gridCol w:w="4357"/>
        <w:gridCol w:w="847"/>
        <w:gridCol w:w="986"/>
        <w:gridCol w:w="2918"/>
      </w:tblGrid>
      <w:tr w:rsidR="00415B4A" w:rsidRPr="004E4000" w:rsidTr="00264A16">
        <w:trPr>
          <w:trHeight w:val="14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64A16">
              <w:rPr>
                <w:rFonts w:ascii="Times New Roman" w:hAnsi="Times New Roman"/>
                <w:b/>
                <w:sz w:val="24"/>
                <w:lang w:eastAsia="ru-RU"/>
              </w:rPr>
              <w:t xml:space="preserve"> </w:t>
            </w:r>
            <w:r w:rsidRPr="00264A16"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  <w:r w:rsidRPr="00264A16">
              <w:rPr>
                <w:rFonts w:ascii="Times New Roman" w:hAnsi="Times New Roman"/>
                <w:b/>
                <w:sz w:val="24"/>
                <w:lang w:eastAsia="ru-RU"/>
              </w:rPr>
              <w:t xml:space="preserve"> </w:t>
            </w:r>
          </w:p>
        </w:tc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64A16">
              <w:rPr>
                <w:rFonts w:ascii="Times New Roman" w:hAnsi="Times New Roman"/>
                <w:b/>
                <w:sz w:val="24"/>
                <w:lang w:eastAsia="ru-RU"/>
              </w:rPr>
              <w:t xml:space="preserve">Тема 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64A16">
              <w:rPr>
                <w:rFonts w:ascii="Times New Roman" w:hAnsi="Times New Roman"/>
                <w:b/>
                <w:sz w:val="24"/>
                <w:lang w:eastAsia="ru-RU"/>
              </w:rPr>
              <w:t>Дата проведения</w:t>
            </w:r>
          </w:p>
        </w:tc>
        <w:tc>
          <w:tcPr>
            <w:tcW w:w="2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64A16">
              <w:rPr>
                <w:rFonts w:ascii="Times New Roman" w:hAnsi="Times New Roman"/>
                <w:b/>
                <w:sz w:val="24"/>
                <w:lang w:eastAsia="ru-RU"/>
              </w:rPr>
              <w:t>Примечание</w:t>
            </w:r>
          </w:p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64A16">
              <w:rPr>
                <w:rFonts w:ascii="Times New Roman" w:hAnsi="Times New Roman"/>
                <w:b/>
                <w:sz w:val="24"/>
                <w:lang w:eastAsia="ru-RU"/>
              </w:rPr>
              <w:t xml:space="preserve">(описание причин корректировки дат) </w:t>
            </w:r>
          </w:p>
        </w:tc>
      </w:tr>
      <w:tr w:rsidR="00415B4A" w:rsidRPr="004E4000" w:rsidTr="00264A16">
        <w:trPr>
          <w:trHeight w:val="14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64A16">
              <w:rPr>
                <w:rFonts w:ascii="Times New Roman" w:hAnsi="Times New Roman"/>
                <w:b/>
                <w:sz w:val="24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64A16">
              <w:rPr>
                <w:rFonts w:ascii="Times New Roman" w:hAnsi="Times New Roman"/>
                <w:b/>
                <w:sz w:val="24"/>
                <w:lang w:eastAsia="ru-RU"/>
              </w:rPr>
              <w:t>факт</w:t>
            </w:r>
          </w:p>
        </w:tc>
        <w:tc>
          <w:tcPr>
            <w:tcW w:w="2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15B4A" w:rsidRPr="004E4000" w:rsidTr="00CD3D59">
        <w:trPr>
          <w:trHeight w:val="1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Интеллектуальная разминка.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CD3D59">
        <w:trPr>
          <w:trHeight w:val="1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3BD1">
              <w:rPr>
                <w:rFonts w:ascii="Times New Roman" w:hAnsi="Times New Roman"/>
                <w:sz w:val="24"/>
                <w:szCs w:val="24"/>
                <w:lang w:eastAsia="ar-SA"/>
              </w:rPr>
              <w:t>Числа-великаны.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CD3D59">
        <w:trPr>
          <w:trHeight w:val="6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Мир занимательных задач.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1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Кто что увидит?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1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Римские цифры.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1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Числовые головоломки.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1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Секреты задач.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1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В царстве смекалки.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1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Математический марафон.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1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«Спичечный» конструктор.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1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«Спичечный» конструктор.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1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Выбери маршрут.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1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Интеллектуальная разминка.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1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Математические фокусы.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1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Занимательное моделирование.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1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Занимательное моделирование.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1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Занимательное моделирование.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1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Математическая копилка.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50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Какие слова спрятаны в таблице?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D202AC">
        <w:trPr>
          <w:trHeight w:val="48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«Математика — наш друг!»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50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Решай, отгадывай, считай.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50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В царстве смекалки.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D202AC">
        <w:trPr>
          <w:trHeight w:val="44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В царстве смекалки.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D202AC">
        <w:trPr>
          <w:trHeight w:val="55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Числовые головоломки.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D202AC">
        <w:trPr>
          <w:trHeight w:val="55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Мир занимательных задач.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D202AC">
        <w:trPr>
          <w:trHeight w:val="56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Мир занимательных задач.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D202AC">
        <w:trPr>
          <w:trHeight w:val="54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Математические фокусы.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53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Интеллектуальная разминка.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264A16">
        <w:trPr>
          <w:trHeight w:val="40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Интеллектуальная разминка.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D202AC">
        <w:trPr>
          <w:trHeight w:val="62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Блиц-турнир по решению задач.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D202AC">
        <w:trPr>
          <w:trHeight w:val="5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Математическая копилка.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D202AC">
        <w:trPr>
          <w:trHeight w:val="55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Геометрические фигуры вокруг нас.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D202AC">
        <w:trPr>
          <w:trHeight w:val="56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Математический лабиринт.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B4A" w:rsidRPr="004E4000" w:rsidTr="00D202AC">
        <w:trPr>
          <w:trHeight w:val="55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533BD1" w:rsidRDefault="00415B4A" w:rsidP="00264A16">
            <w:pPr>
              <w:rPr>
                <w:rFonts w:ascii="Times New Roman" w:hAnsi="Times New Roman"/>
                <w:sz w:val="24"/>
                <w:szCs w:val="24"/>
              </w:rPr>
            </w:pPr>
            <w:r w:rsidRPr="00533BD1">
              <w:rPr>
                <w:rFonts w:ascii="Times New Roman" w:hAnsi="Times New Roman"/>
                <w:sz w:val="24"/>
                <w:szCs w:val="24"/>
              </w:rPr>
              <w:t>Математический праздник.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4A" w:rsidRPr="00264A16" w:rsidRDefault="00415B4A" w:rsidP="0026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15B4A" w:rsidRDefault="00415B4A" w:rsidP="001F4F38"/>
    <w:sectPr w:rsidR="00415B4A" w:rsidSect="00DB7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3550"/>
    <w:multiLevelType w:val="hybridMultilevel"/>
    <w:tmpl w:val="8C02BC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BD40DD1"/>
    <w:multiLevelType w:val="hybridMultilevel"/>
    <w:tmpl w:val="CBE6D0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A6052D"/>
    <w:multiLevelType w:val="hybridMultilevel"/>
    <w:tmpl w:val="924299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A9475C6"/>
    <w:multiLevelType w:val="hybridMultilevel"/>
    <w:tmpl w:val="DD20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1B95"/>
    <w:rsid w:val="0004266E"/>
    <w:rsid w:val="000F78D9"/>
    <w:rsid w:val="001F4F38"/>
    <w:rsid w:val="00264A16"/>
    <w:rsid w:val="002708E6"/>
    <w:rsid w:val="00375160"/>
    <w:rsid w:val="003C0D0D"/>
    <w:rsid w:val="004102C8"/>
    <w:rsid w:val="00415B4A"/>
    <w:rsid w:val="00437A11"/>
    <w:rsid w:val="004A7559"/>
    <w:rsid w:val="004E4000"/>
    <w:rsid w:val="00514B06"/>
    <w:rsid w:val="00533BD1"/>
    <w:rsid w:val="005701F9"/>
    <w:rsid w:val="006E30BE"/>
    <w:rsid w:val="00A31579"/>
    <w:rsid w:val="00AE6BA2"/>
    <w:rsid w:val="00B1513A"/>
    <w:rsid w:val="00BB36DD"/>
    <w:rsid w:val="00BD1B95"/>
    <w:rsid w:val="00C74B4F"/>
    <w:rsid w:val="00CD3D59"/>
    <w:rsid w:val="00CE2BD5"/>
    <w:rsid w:val="00D202AC"/>
    <w:rsid w:val="00D80598"/>
    <w:rsid w:val="00DB7880"/>
    <w:rsid w:val="00E90FBB"/>
    <w:rsid w:val="00FB5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B9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BD1B9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D1B95"/>
    <w:pPr>
      <w:ind w:left="720"/>
      <w:contextualSpacing/>
    </w:pPr>
    <w:rPr>
      <w:rFonts w:eastAsia="Times New Roman"/>
      <w:lang w:eastAsia="ru-RU"/>
    </w:rPr>
  </w:style>
  <w:style w:type="table" w:styleId="TableGrid">
    <w:name w:val="Table Grid"/>
    <w:basedOn w:val="TableNormal"/>
    <w:uiPriority w:val="99"/>
    <w:rsid w:val="00BD1B9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50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152</TotalTime>
  <Pages>4</Pages>
  <Words>950</Words>
  <Characters>5421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2018-09-12T14:38:00Z</dcterms:created>
  <dcterms:modified xsi:type="dcterms:W3CDTF">2020-12-13T17:36:00Z</dcterms:modified>
</cp:coreProperties>
</file>